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81" w:type="dxa"/>
        <w:tblLayout w:type="fixed"/>
        <w:tblLook w:val="0000" w:firstRow="0" w:lastRow="0" w:firstColumn="0" w:lastColumn="0" w:noHBand="0" w:noVBand="0"/>
      </w:tblPr>
      <w:tblGrid>
        <w:gridCol w:w="6379"/>
        <w:gridCol w:w="3402"/>
      </w:tblGrid>
      <w:tr w:rsidR="000348ED" w:rsidRPr="007F086E" w14:paraId="76160742" w14:textId="77777777" w:rsidTr="0021070E">
        <w:trPr>
          <w:trHeight w:val="305"/>
        </w:trPr>
        <w:tc>
          <w:tcPr>
            <w:tcW w:w="6379" w:type="dxa"/>
          </w:tcPr>
          <w:p w14:paraId="76160740" w14:textId="34F3C3DD" w:rsidR="000348ED" w:rsidRPr="007F086E" w:rsidRDefault="005D05AC" w:rsidP="002B5778">
            <w:r w:rsidRPr="007F086E">
              <w:t>From:</w:t>
            </w:r>
            <w:r w:rsidRPr="007F086E">
              <w:tab/>
            </w:r>
            <w:r w:rsidR="002B5778">
              <w:t>ARM</w:t>
            </w:r>
            <w:r w:rsidR="00260362">
              <w:t>18</w:t>
            </w:r>
          </w:p>
        </w:tc>
        <w:tc>
          <w:tcPr>
            <w:tcW w:w="3402" w:type="dxa"/>
          </w:tcPr>
          <w:p w14:paraId="28D89CE0" w14:textId="4B24C131" w:rsidR="003B63AB" w:rsidRDefault="003B63AB" w:rsidP="008F4DC3">
            <w:pPr>
              <w:jc w:val="right"/>
              <w:rPr>
                <w:rFonts w:eastAsia="Malgun Gothic"/>
                <w:lang w:eastAsia="ko-KR"/>
              </w:rPr>
            </w:pPr>
            <w:r>
              <w:rPr>
                <w:rFonts w:eastAsia="Malgun Gothic"/>
                <w:lang w:eastAsia="ko-KR"/>
              </w:rPr>
              <w:t>VTS56-</w:t>
            </w:r>
            <w:r w:rsidR="00B957E4">
              <w:rPr>
                <w:rFonts w:eastAsia="Malgun Gothic"/>
                <w:lang w:eastAsia="ko-KR"/>
              </w:rPr>
              <w:t>8.1.3</w:t>
            </w:r>
          </w:p>
          <w:p w14:paraId="76160741" w14:textId="58289B3F" w:rsidR="000348ED" w:rsidRPr="007F086E" w:rsidRDefault="00D36B51" w:rsidP="008F4DC3">
            <w:pPr>
              <w:jc w:val="right"/>
              <w:rPr>
                <w:highlight w:val="yellow"/>
              </w:rPr>
            </w:pPr>
            <w:r>
              <w:rPr>
                <w:rFonts w:eastAsia="Malgun Gothic"/>
                <w:lang w:eastAsia="ko-KR"/>
              </w:rPr>
              <w:t>(</w:t>
            </w:r>
            <w:r>
              <w:rPr>
                <w:rFonts w:eastAsia="Malgun Gothic"/>
                <w:lang w:eastAsia="ko-KR"/>
              </w:rPr>
              <w:t>ARM</w:t>
            </w:r>
            <w:r>
              <w:rPr>
                <w:rFonts w:eastAsia="Malgun Gothic"/>
                <w:lang w:eastAsia="ko-KR"/>
              </w:rPr>
              <w:t>18-</w:t>
            </w:r>
            <w:r>
              <w:rPr>
                <w:rFonts w:eastAsia="Malgun Gothic"/>
                <w:lang w:eastAsia="ko-KR"/>
              </w:rPr>
              <w:t>11.2.8</w:t>
            </w:r>
            <w:r>
              <w:rPr>
                <w:rFonts w:eastAsia="Malgun Gothic"/>
                <w:lang w:eastAsia="ko-KR"/>
              </w:rPr>
              <w:t>)</w:t>
            </w:r>
          </w:p>
        </w:tc>
      </w:tr>
      <w:tr w:rsidR="000348ED" w:rsidRPr="00030689" w14:paraId="76160745" w14:textId="77777777" w:rsidTr="0021070E">
        <w:trPr>
          <w:trHeight w:val="610"/>
        </w:trPr>
        <w:tc>
          <w:tcPr>
            <w:tcW w:w="6379" w:type="dxa"/>
          </w:tcPr>
          <w:p w14:paraId="32FBE8E0" w14:textId="25C4554B" w:rsidR="00C031BB" w:rsidRDefault="005D05AC" w:rsidP="00B475E7">
            <w:pPr>
              <w:ind w:rightChars="-46" w:right="-101"/>
              <w:rPr>
                <w:lang w:eastAsia="ko-KR"/>
              </w:rPr>
            </w:pPr>
            <w:r w:rsidRPr="007F086E">
              <w:t>To:</w:t>
            </w:r>
            <w:r w:rsidRPr="007F086E">
              <w:tab/>
            </w:r>
            <w:r w:rsidR="00260362">
              <w:t xml:space="preserve">MASS TF, </w:t>
            </w:r>
            <w:r w:rsidR="002B5778">
              <w:t>ENG, VTS</w:t>
            </w:r>
            <w:r w:rsidR="00260362">
              <w:t xml:space="preserve"> and </w:t>
            </w:r>
            <w:r w:rsidR="002B5778">
              <w:t>DTEC</w:t>
            </w:r>
            <w:r w:rsidR="00260362">
              <w:t xml:space="preserve"> committees</w:t>
            </w:r>
          </w:p>
          <w:p w14:paraId="76160743" w14:textId="70341BD7" w:rsidR="0092679A" w:rsidRPr="007F086E" w:rsidRDefault="0092679A" w:rsidP="00B475E7">
            <w:pPr>
              <w:ind w:rightChars="-46" w:right="-101"/>
              <w:rPr>
                <w:lang w:eastAsia="ko-KR"/>
              </w:rPr>
            </w:pPr>
          </w:p>
        </w:tc>
        <w:tc>
          <w:tcPr>
            <w:tcW w:w="3402" w:type="dxa"/>
          </w:tcPr>
          <w:p w14:paraId="4584D415" w14:textId="1F609DBF" w:rsidR="000348ED" w:rsidRDefault="000348ED" w:rsidP="00C031BB">
            <w:pPr>
              <w:ind w:rightChars="47" w:right="103"/>
              <w:jc w:val="right"/>
            </w:pPr>
          </w:p>
          <w:p w14:paraId="76160744" w14:textId="42B8D9DF" w:rsidR="00C031BB" w:rsidRPr="00030689" w:rsidRDefault="002B5778" w:rsidP="00322E82">
            <w:pPr>
              <w:jc w:val="right"/>
            </w:pPr>
            <w:r>
              <w:t>18 April 2024</w:t>
            </w:r>
          </w:p>
        </w:tc>
      </w:tr>
    </w:tbl>
    <w:p w14:paraId="76160747" w14:textId="53E1A626" w:rsidR="000348ED" w:rsidRPr="007F086E" w:rsidRDefault="00AA2626" w:rsidP="0018688A">
      <w:pPr>
        <w:pStyle w:val="Title"/>
      </w:pPr>
      <w:r w:rsidRPr="007F086E">
        <w:t>LIAISON NOTE</w:t>
      </w:r>
      <w:r w:rsidR="002B5778">
        <w:rPr>
          <w:lang w:eastAsia="ko-KR"/>
        </w:rPr>
        <w:t xml:space="preserve"> - To seek opinion </w:t>
      </w:r>
      <w:r w:rsidR="00274E6D">
        <w:rPr>
          <w:lang w:eastAsia="ko-KR"/>
        </w:rPr>
        <w:t xml:space="preserve">and input </w:t>
      </w:r>
      <w:r w:rsidR="002B5778">
        <w:rPr>
          <w:lang w:eastAsia="ko-KR"/>
        </w:rPr>
        <w:t xml:space="preserve">on the latest version of the IALA MASS Guideline </w:t>
      </w:r>
    </w:p>
    <w:p w14:paraId="76160748" w14:textId="77777777" w:rsidR="0064435F" w:rsidRPr="007F086E" w:rsidRDefault="008E7A45" w:rsidP="002B0236">
      <w:pPr>
        <w:pStyle w:val="Heading1"/>
      </w:pPr>
      <w:r w:rsidRPr="007F086E">
        <w:t>INTRODUCTION</w:t>
      </w:r>
    </w:p>
    <w:p w14:paraId="3291C1CC" w14:textId="1D9EE0E6" w:rsidR="002B5778" w:rsidRDefault="002B5778" w:rsidP="00322E82">
      <w:pPr>
        <w:rPr>
          <w:szCs w:val="22"/>
          <w:lang w:eastAsia="ko-KR"/>
        </w:rPr>
      </w:pPr>
      <w:r>
        <w:rPr>
          <w:szCs w:val="22"/>
          <w:lang w:eastAsia="ko-KR"/>
        </w:rPr>
        <w:t>The ARM MASS Task Group has been working on a draft of the IALA MASS Guideline</w:t>
      </w:r>
      <w:r w:rsidR="00274E6D">
        <w:rPr>
          <w:szCs w:val="22"/>
          <w:lang w:eastAsia="ko-KR"/>
        </w:rPr>
        <w:t xml:space="preserve"> during ARM 18</w:t>
      </w:r>
      <w:r>
        <w:rPr>
          <w:szCs w:val="22"/>
          <w:lang w:eastAsia="ko-KR"/>
        </w:rPr>
        <w:t>. The Group noted the considerable good work that had gone into the previous version (Output paper from ARM 16) and also noted that much of the content was written from the perspective of MASS operators/developers</w:t>
      </w:r>
      <w:r w:rsidR="00274E6D">
        <w:rPr>
          <w:szCs w:val="22"/>
          <w:lang w:eastAsia="ko-KR"/>
        </w:rPr>
        <w:t xml:space="preserve">. The Group also noted </w:t>
      </w:r>
      <w:r>
        <w:rPr>
          <w:szCs w:val="22"/>
          <w:lang w:eastAsia="ko-KR"/>
        </w:rPr>
        <w:t xml:space="preserve">that much of the </w:t>
      </w:r>
      <w:r w:rsidR="00274E6D">
        <w:rPr>
          <w:szCs w:val="22"/>
          <w:lang w:eastAsia="ko-KR"/>
        </w:rPr>
        <w:t>content</w:t>
      </w:r>
      <w:r>
        <w:rPr>
          <w:szCs w:val="22"/>
          <w:lang w:eastAsia="ko-KR"/>
        </w:rPr>
        <w:t xml:space="preserve"> was now out of date. The Group also recognised the importance of ensuring the latest developments from the IMO and IHO </w:t>
      </w:r>
      <w:r w:rsidR="00274E6D">
        <w:rPr>
          <w:szCs w:val="22"/>
          <w:lang w:eastAsia="ko-KR"/>
        </w:rPr>
        <w:t>are</w:t>
      </w:r>
      <w:r>
        <w:rPr>
          <w:szCs w:val="22"/>
          <w:lang w:eastAsia="ko-KR"/>
        </w:rPr>
        <w:t xml:space="preserve"> taken into consideration in the Guideline.</w:t>
      </w:r>
    </w:p>
    <w:p w14:paraId="77069B5D" w14:textId="17E0E18B" w:rsidR="002B5778" w:rsidRDefault="002B5778" w:rsidP="00322E82">
      <w:pPr>
        <w:rPr>
          <w:szCs w:val="22"/>
          <w:lang w:eastAsia="ko-KR"/>
        </w:rPr>
      </w:pPr>
    </w:p>
    <w:p w14:paraId="29394B6B" w14:textId="473E4F3A" w:rsidR="002B5778" w:rsidRDefault="002B5778" w:rsidP="00322E82">
      <w:pPr>
        <w:rPr>
          <w:szCs w:val="22"/>
          <w:lang w:eastAsia="ko-KR"/>
        </w:rPr>
      </w:pPr>
      <w:r>
        <w:rPr>
          <w:szCs w:val="22"/>
          <w:lang w:eastAsia="ko-KR"/>
        </w:rPr>
        <w:t xml:space="preserve">The Group used ARM 18 to develop a new framework </w:t>
      </w:r>
      <w:r w:rsidR="001B7D4A">
        <w:rPr>
          <w:szCs w:val="22"/>
          <w:lang w:eastAsia="ko-KR"/>
        </w:rPr>
        <w:t xml:space="preserve">and began to </w:t>
      </w:r>
      <w:r w:rsidR="00274E6D">
        <w:rPr>
          <w:szCs w:val="22"/>
          <w:lang w:eastAsia="ko-KR"/>
        </w:rPr>
        <w:t xml:space="preserve">revise </w:t>
      </w:r>
      <w:r w:rsidR="001B7D4A">
        <w:rPr>
          <w:szCs w:val="22"/>
          <w:lang w:eastAsia="ko-KR"/>
        </w:rPr>
        <w:t xml:space="preserve">the document </w:t>
      </w:r>
      <w:r>
        <w:rPr>
          <w:szCs w:val="22"/>
          <w:lang w:eastAsia="ko-KR"/>
        </w:rPr>
        <w:t xml:space="preserve">having identified that </w:t>
      </w:r>
      <w:r w:rsidR="001B7D4A">
        <w:rPr>
          <w:szCs w:val="22"/>
          <w:lang w:eastAsia="ko-KR"/>
        </w:rPr>
        <w:t>it</w:t>
      </w:r>
      <w:r>
        <w:rPr>
          <w:szCs w:val="22"/>
          <w:lang w:eastAsia="ko-KR"/>
        </w:rPr>
        <w:t xml:space="preserve"> should be </w:t>
      </w:r>
      <w:r w:rsidR="00274E6D">
        <w:rPr>
          <w:szCs w:val="22"/>
          <w:lang w:eastAsia="ko-KR"/>
        </w:rPr>
        <w:t xml:space="preserve">primarily </w:t>
      </w:r>
      <w:r>
        <w:rPr>
          <w:szCs w:val="22"/>
          <w:lang w:eastAsia="ko-KR"/>
        </w:rPr>
        <w:t xml:space="preserve">aimed at Coastal States </w:t>
      </w:r>
      <w:r w:rsidR="00274E6D">
        <w:rPr>
          <w:szCs w:val="22"/>
          <w:lang w:eastAsia="ko-KR"/>
        </w:rPr>
        <w:t xml:space="preserve">while also </w:t>
      </w:r>
      <w:r>
        <w:rPr>
          <w:szCs w:val="22"/>
          <w:lang w:eastAsia="ko-KR"/>
        </w:rPr>
        <w:t>be</w:t>
      </w:r>
      <w:r w:rsidR="00274E6D">
        <w:rPr>
          <w:szCs w:val="22"/>
          <w:lang w:eastAsia="ko-KR"/>
        </w:rPr>
        <w:t>ing</w:t>
      </w:r>
      <w:r>
        <w:rPr>
          <w:szCs w:val="22"/>
          <w:lang w:eastAsia="ko-KR"/>
        </w:rPr>
        <w:t xml:space="preserve"> of interest to developers and operators. </w:t>
      </w:r>
      <w:r w:rsidR="001B7D4A">
        <w:rPr>
          <w:szCs w:val="22"/>
          <w:lang w:eastAsia="ko-KR"/>
        </w:rPr>
        <w:t xml:space="preserve">The Group also recognised that, because of the rapid developments in MASS, the document would </w:t>
      </w:r>
      <w:r w:rsidR="00274E6D">
        <w:rPr>
          <w:szCs w:val="22"/>
          <w:lang w:eastAsia="ko-KR"/>
        </w:rPr>
        <w:t xml:space="preserve">best </w:t>
      </w:r>
      <w:r w:rsidR="00260362">
        <w:rPr>
          <w:szCs w:val="22"/>
          <w:lang w:eastAsia="ko-KR"/>
        </w:rPr>
        <w:t xml:space="preserve">be </w:t>
      </w:r>
      <w:r w:rsidR="00274E6D">
        <w:rPr>
          <w:szCs w:val="22"/>
          <w:lang w:eastAsia="ko-KR"/>
        </w:rPr>
        <w:t xml:space="preserve">positioned as </w:t>
      </w:r>
      <w:r w:rsidR="00260362">
        <w:rPr>
          <w:szCs w:val="22"/>
          <w:lang w:eastAsia="ko-KR"/>
        </w:rPr>
        <w:t xml:space="preserve">a </w:t>
      </w:r>
      <w:r w:rsidR="001B7D4A">
        <w:rPr>
          <w:szCs w:val="22"/>
          <w:lang w:eastAsia="ko-KR"/>
        </w:rPr>
        <w:t>Guideline</w:t>
      </w:r>
      <w:r w:rsidR="00274E6D">
        <w:rPr>
          <w:szCs w:val="22"/>
          <w:lang w:eastAsia="ko-KR"/>
        </w:rPr>
        <w:t xml:space="preserve">, noting that it will need to be </w:t>
      </w:r>
      <w:r w:rsidR="001B7D4A">
        <w:rPr>
          <w:szCs w:val="22"/>
          <w:lang w:eastAsia="ko-KR"/>
        </w:rPr>
        <w:t xml:space="preserve">updated regularly. As a result the Guideline should be predominantly conceptual, with technical detail to be provided </w:t>
      </w:r>
      <w:r w:rsidR="00322E82">
        <w:rPr>
          <w:szCs w:val="22"/>
          <w:lang w:eastAsia="ko-KR"/>
        </w:rPr>
        <w:t xml:space="preserve">in standards and recommendations </w:t>
      </w:r>
      <w:r w:rsidR="001B7D4A">
        <w:rPr>
          <w:szCs w:val="22"/>
          <w:lang w:eastAsia="ko-KR"/>
        </w:rPr>
        <w:t xml:space="preserve">at a later date by the relevant IALA </w:t>
      </w:r>
      <w:r w:rsidR="00322E82">
        <w:rPr>
          <w:szCs w:val="22"/>
          <w:lang w:eastAsia="ko-KR"/>
        </w:rPr>
        <w:t>committee.</w:t>
      </w:r>
    </w:p>
    <w:p w14:paraId="377FC73A" w14:textId="370F9B7F" w:rsidR="001B7D4A" w:rsidRDefault="001B7D4A" w:rsidP="00322E82">
      <w:pPr>
        <w:rPr>
          <w:szCs w:val="22"/>
          <w:lang w:eastAsia="ko-KR"/>
        </w:rPr>
      </w:pPr>
    </w:p>
    <w:p w14:paraId="4620AF79" w14:textId="6EAF0C0E" w:rsidR="002B5778" w:rsidRDefault="001B7D4A" w:rsidP="00322E82">
      <w:pPr>
        <w:rPr>
          <w:szCs w:val="22"/>
          <w:lang w:eastAsia="ko-KR"/>
        </w:rPr>
      </w:pPr>
      <w:r>
        <w:rPr>
          <w:szCs w:val="22"/>
          <w:lang w:eastAsia="ko-KR"/>
        </w:rPr>
        <w:t xml:space="preserve">The Group understands it does not have the necessary knowledge and expertise in key areas that must be a part of the Guideline and assistance from the DTEC, ENG and VTS </w:t>
      </w:r>
      <w:r w:rsidR="00274E6D">
        <w:rPr>
          <w:szCs w:val="22"/>
          <w:lang w:eastAsia="ko-KR"/>
        </w:rPr>
        <w:t>is requested.</w:t>
      </w:r>
    </w:p>
    <w:p w14:paraId="7616074F" w14:textId="77777777" w:rsidR="009F5C36" w:rsidRPr="007F086E" w:rsidRDefault="008E7A45" w:rsidP="002B0236">
      <w:pPr>
        <w:pStyle w:val="Heading1"/>
      </w:pPr>
      <w:r w:rsidRPr="007F086E">
        <w:t>ACTION REQUESTED</w:t>
      </w:r>
    </w:p>
    <w:p w14:paraId="2F2ACA31" w14:textId="1FA6A7A9" w:rsidR="00260362" w:rsidRPr="00260362" w:rsidRDefault="00260362" w:rsidP="00392048">
      <w:pPr>
        <w:spacing w:after="120"/>
        <w:rPr>
          <w:lang w:val="en-US" w:eastAsia="ko-KR"/>
        </w:rPr>
      </w:pPr>
      <w:r w:rsidRPr="00260362">
        <w:rPr>
          <w:lang w:val="en-US" w:eastAsia="ko-KR"/>
        </w:rPr>
        <w:t>The MASS Task Force to note the contents of this liaison note.</w:t>
      </w:r>
    </w:p>
    <w:p w14:paraId="564103CA" w14:textId="643829FD" w:rsidR="00260362" w:rsidRPr="0046126B" w:rsidRDefault="00D06A5A" w:rsidP="00392048">
      <w:pPr>
        <w:spacing w:after="120"/>
        <w:rPr>
          <w:lang w:val="en-US"/>
        </w:rPr>
      </w:pPr>
      <w:r w:rsidRPr="00D06A5A">
        <w:rPr>
          <w:lang w:val="en-US"/>
        </w:rPr>
        <w:t xml:space="preserve">The </w:t>
      </w:r>
      <w:r w:rsidR="00260362">
        <w:rPr>
          <w:lang w:val="en-US"/>
        </w:rPr>
        <w:t>ARM Committee</w:t>
      </w:r>
      <w:r w:rsidR="00322E82">
        <w:rPr>
          <w:lang w:val="en-US"/>
        </w:rPr>
        <w:t xml:space="preserve"> respectfully requests that the DTEC, VTS and ENG committees review the draft Guideline and provide input in the sections highlighted. </w:t>
      </w:r>
      <w:r w:rsidRPr="00D06A5A">
        <w:rPr>
          <w:lang w:val="en-US"/>
        </w:rPr>
        <w:t>We would greatly appreciate your collaboration and support in this endeavor.</w:t>
      </w:r>
    </w:p>
    <w:sectPr w:rsidR="00260362" w:rsidRPr="0046126B" w:rsidSect="00A55084">
      <w:headerReference w:type="even" r:id="rId10"/>
      <w:headerReference w:type="default" r:id="rId11"/>
      <w:footerReference w:type="default" r:id="rId12"/>
      <w:head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B7FF9" w14:textId="77777777" w:rsidR="00F94CE1" w:rsidRPr="007F086E" w:rsidRDefault="00F94CE1" w:rsidP="002B0236">
      <w:r w:rsidRPr="007F086E">
        <w:separator/>
      </w:r>
    </w:p>
  </w:endnote>
  <w:endnote w:type="continuationSeparator" w:id="0">
    <w:p w14:paraId="59102F51" w14:textId="77777777" w:rsidR="00F94CE1" w:rsidRPr="007F086E" w:rsidRDefault="00F94CE1" w:rsidP="002B0236">
      <w:r w:rsidRPr="007F086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6075B" w14:textId="15FCDE19" w:rsidR="00002906" w:rsidRPr="007F086E" w:rsidRDefault="00002906" w:rsidP="00377E6C">
    <w:pPr>
      <w:pStyle w:val="Footer"/>
      <w:jc w:val="center"/>
      <w:rPr>
        <w:lang w:val="en-GB"/>
      </w:rPr>
    </w:pPr>
    <w:r w:rsidRPr="007F086E">
      <w:rPr>
        <w:lang w:val="en-GB"/>
      </w:rPr>
      <w:fldChar w:fldCharType="begin"/>
    </w:r>
    <w:r w:rsidRPr="007F086E">
      <w:rPr>
        <w:lang w:val="en-GB"/>
      </w:rPr>
      <w:instrText xml:space="preserve"> PAGE   \* MERGEFORMAT </w:instrText>
    </w:r>
    <w:r w:rsidRPr="007F086E">
      <w:rPr>
        <w:lang w:val="en-GB"/>
      </w:rPr>
      <w:fldChar w:fldCharType="separate"/>
    </w:r>
    <w:r w:rsidR="00274E6D">
      <w:rPr>
        <w:noProof/>
        <w:lang w:val="en-GB"/>
      </w:rPr>
      <w:t>1</w:t>
    </w:r>
    <w:r w:rsidRPr="007F086E">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A339F8" w14:textId="77777777" w:rsidR="00F94CE1" w:rsidRPr="007F086E" w:rsidRDefault="00F94CE1" w:rsidP="002B0236">
      <w:r w:rsidRPr="007F086E">
        <w:separator/>
      </w:r>
    </w:p>
  </w:footnote>
  <w:footnote w:type="continuationSeparator" w:id="0">
    <w:p w14:paraId="67982DB5" w14:textId="77777777" w:rsidR="00F94CE1" w:rsidRPr="007F086E" w:rsidRDefault="00F94CE1" w:rsidP="002B0236">
      <w:r w:rsidRPr="007F086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60758" w14:textId="3B213D9D" w:rsidR="008E7A45" w:rsidRPr="007F086E" w:rsidRDefault="008E7A45" w:rsidP="002B0236">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60759" w14:textId="054575FC" w:rsidR="008E7A45" w:rsidRPr="007F086E" w:rsidRDefault="00AA72BF" w:rsidP="002B0236">
    <w:pPr>
      <w:pStyle w:val="Header"/>
      <w:rPr>
        <w:lang w:val="en-GB"/>
      </w:rPr>
    </w:pPr>
    <w:r>
      <w:rPr>
        <w:noProof/>
        <w:lang w:val="en-GB" w:eastAsia="en-GB"/>
      </w:rPr>
      <w:drawing>
        <wp:inline distT="0" distB="0" distL="0" distR="0" wp14:anchorId="76160760" wp14:editId="78B9400A">
          <wp:extent cx="857250" cy="81915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6075C" w14:textId="3187A066" w:rsidR="008E7A45" w:rsidRPr="007F086E" w:rsidRDefault="008E7A45" w:rsidP="002B0236">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85D12DA"/>
    <w:multiLevelType w:val="hybridMultilevel"/>
    <w:tmpl w:val="AFD4D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F49F4"/>
    <w:multiLevelType w:val="hybridMultilevel"/>
    <w:tmpl w:val="C6CC39C0"/>
    <w:lvl w:ilvl="0" w:tplc="F71C89C4">
      <w:start w:val="19"/>
      <w:numFmt w:val="bullet"/>
      <w:lvlText w:val="-"/>
      <w:lvlJc w:val="left"/>
      <w:pPr>
        <w:ind w:left="800" w:hanging="360"/>
      </w:pPr>
      <w:rPr>
        <w:rFonts w:ascii="Calibri" w:eastAsiaTheme="minorEastAsia" w:hAnsi="Calibri" w:cs="Calibri"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15:restartNumberingAfterBreak="0">
    <w:nsid w:val="13B237F6"/>
    <w:multiLevelType w:val="hybridMultilevel"/>
    <w:tmpl w:val="1C007B74"/>
    <w:lvl w:ilvl="0" w:tplc="0ED8E20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DEA640B"/>
    <w:multiLevelType w:val="hybridMultilevel"/>
    <w:tmpl w:val="B7D4AD9A"/>
    <w:lvl w:ilvl="0" w:tplc="FC76BF10">
      <w:start w:val="1"/>
      <w:numFmt w:val="bullet"/>
      <w:lvlText w:val=""/>
      <w:lvlJc w:val="left"/>
      <w:pPr>
        <w:ind w:left="880"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6"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DAB0329"/>
    <w:multiLevelType w:val="hybridMultilevel"/>
    <w:tmpl w:val="EAA0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A7A37C6"/>
    <w:multiLevelType w:val="hybridMultilevel"/>
    <w:tmpl w:val="791A723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5F99331B"/>
    <w:multiLevelType w:val="hybridMultilevel"/>
    <w:tmpl w:val="BF26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9"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18911650">
    <w:abstractNumId w:val="14"/>
  </w:num>
  <w:num w:numId="2" w16cid:durableId="290788146">
    <w:abstractNumId w:val="20"/>
  </w:num>
  <w:num w:numId="3" w16cid:durableId="961419207">
    <w:abstractNumId w:val="14"/>
  </w:num>
  <w:num w:numId="4" w16cid:durableId="106512904">
    <w:abstractNumId w:val="14"/>
  </w:num>
  <w:num w:numId="5" w16cid:durableId="1235318613">
    <w:abstractNumId w:val="8"/>
  </w:num>
  <w:num w:numId="6" w16cid:durableId="30352012">
    <w:abstractNumId w:val="16"/>
  </w:num>
  <w:num w:numId="7" w16cid:durableId="377513663">
    <w:abstractNumId w:val="11"/>
  </w:num>
  <w:num w:numId="8" w16cid:durableId="1000083925">
    <w:abstractNumId w:val="0"/>
  </w:num>
  <w:num w:numId="9" w16cid:durableId="663584632">
    <w:abstractNumId w:val="7"/>
  </w:num>
  <w:num w:numId="10" w16cid:durableId="430273174">
    <w:abstractNumId w:val="17"/>
  </w:num>
  <w:num w:numId="11" w16cid:durableId="1668946621">
    <w:abstractNumId w:val="4"/>
  </w:num>
  <w:num w:numId="12" w16cid:durableId="314997255">
    <w:abstractNumId w:val="4"/>
  </w:num>
  <w:num w:numId="13" w16cid:durableId="78909585">
    <w:abstractNumId w:val="4"/>
  </w:num>
  <w:num w:numId="14" w16cid:durableId="450442832">
    <w:abstractNumId w:val="4"/>
  </w:num>
  <w:num w:numId="15" w16cid:durableId="1033113911">
    <w:abstractNumId w:val="4"/>
  </w:num>
  <w:num w:numId="16" w16cid:durableId="1296834424">
    <w:abstractNumId w:val="9"/>
  </w:num>
  <w:num w:numId="17" w16cid:durableId="2033338472">
    <w:abstractNumId w:val="19"/>
  </w:num>
  <w:num w:numId="18" w16cid:durableId="559286865">
    <w:abstractNumId w:val="6"/>
  </w:num>
  <w:num w:numId="19" w16cid:durableId="215051052">
    <w:abstractNumId w:val="18"/>
  </w:num>
  <w:num w:numId="20" w16cid:durableId="1185901244">
    <w:abstractNumId w:val="12"/>
  </w:num>
  <w:num w:numId="21" w16cid:durableId="2116363969">
    <w:abstractNumId w:val="9"/>
  </w:num>
  <w:num w:numId="22" w16cid:durableId="333458086">
    <w:abstractNumId w:val="9"/>
  </w:num>
  <w:num w:numId="23" w16cid:durableId="10691089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10652177">
    <w:abstractNumId w:val="15"/>
  </w:num>
  <w:num w:numId="25" w16cid:durableId="1935091366">
    <w:abstractNumId w:val="1"/>
  </w:num>
  <w:num w:numId="26" w16cid:durableId="551497742">
    <w:abstractNumId w:val="10"/>
  </w:num>
  <w:num w:numId="27" w16cid:durableId="1632251981">
    <w:abstractNumId w:val="13"/>
  </w:num>
  <w:num w:numId="28" w16cid:durableId="1667318143">
    <w:abstractNumId w:val="3"/>
  </w:num>
  <w:num w:numId="29" w16cid:durableId="2059937895">
    <w:abstractNumId w:val="5"/>
  </w:num>
  <w:num w:numId="30" w16cid:durableId="1316422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06E07"/>
    <w:rsid w:val="00030689"/>
    <w:rsid w:val="00031A92"/>
    <w:rsid w:val="00032A1C"/>
    <w:rsid w:val="000345E9"/>
    <w:rsid w:val="000348ED"/>
    <w:rsid w:val="00036801"/>
    <w:rsid w:val="00047F63"/>
    <w:rsid w:val="00050DA7"/>
    <w:rsid w:val="000558EC"/>
    <w:rsid w:val="0006588B"/>
    <w:rsid w:val="00075DF7"/>
    <w:rsid w:val="00080802"/>
    <w:rsid w:val="00082575"/>
    <w:rsid w:val="000976BE"/>
    <w:rsid w:val="000A5A01"/>
    <w:rsid w:val="000D40A2"/>
    <w:rsid w:val="000F677A"/>
    <w:rsid w:val="00135447"/>
    <w:rsid w:val="00136775"/>
    <w:rsid w:val="00152273"/>
    <w:rsid w:val="00153257"/>
    <w:rsid w:val="001717D7"/>
    <w:rsid w:val="00186115"/>
    <w:rsid w:val="0018688A"/>
    <w:rsid w:val="001A2C1B"/>
    <w:rsid w:val="001A654A"/>
    <w:rsid w:val="001B795E"/>
    <w:rsid w:val="001B7D4A"/>
    <w:rsid w:val="001C74CF"/>
    <w:rsid w:val="001D78B7"/>
    <w:rsid w:val="001F65E0"/>
    <w:rsid w:val="00200CF8"/>
    <w:rsid w:val="0021070E"/>
    <w:rsid w:val="002128E2"/>
    <w:rsid w:val="00244BF8"/>
    <w:rsid w:val="00260362"/>
    <w:rsid w:val="002745FE"/>
    <w:rsid w:val="00274E6D"/>
    <w:rsid w:val="00277E2C"/>
    <w:rsid w:val="002948B8"/>
    <w:rsid w:val="00295037"/>
    <w:rsid w:val="002A5E5C"/>
    <w:rsid w:val="002B0236"/>
    <w:rsid w:val="002B3EC8"/>
    <w:rsid w:val="002B4E09"/>
    <w:rsid w:val="002B5778"/>
    <w:rsid w:val="002C5225"/>
    <w:rsid w:val="00322E82"/>
    <w:rsid w:val="00363C27"/>
    <w:rsid w:val="00377E6C"/>
    <w:rsid w:val="003818A4"/>
    <w:rsid w:val="00392048"/>
    <w:rsid w:val="00393206"/>
    <w:rsid w:val="003958C7"/>
    <w:rsid w:val="003B63AB"/>
    <w:rsid w:val="003C26FC"/>
    <w:rsid w:val="003C5EB4"/>
    <w:rsid w:val="003C78B7"/>
    <w:rsid w:val="003D3168"/>
    <w:rsid w:val="003D3633"/>
    <w:rsid w:val="003D55DC"/>
    <w:rsid w:val="003D55DD"/>
    <w:rsid w:val="003D76FD"/>
    <w:rsid w:val="003E1831"/>
    <w:rsid w:val="003E7FE1"/>
    <w:rsid w:val="00400593"/>
    <w:rsid w:val="00423464"/>
    <w:rsid w:val="00424954"/>
    <w:rsid w:val="0045197B"/>
    <w:rsid w:val="00454856"/>
    <w:rsid w:val="0046126B"/>
    <w:rsid w:val="0046665C"/>
    <w:rsid w:val="00480752"/>
    <w:rsid w:val="00482795"/>
    <w:rsid w:val="004952BB"/>
    <w:rsid w:val="004A762B"/>
    <w:rsid w:val="004C1386"/>
    <w:rsid w:val="004C220D"/>
    <w:rsid w:val="00503B35"/>
    <w:rsid w:val="00505869"/>
    <w:rsid w:val="005112D8"/>
    <w:rsid w:val="0053005F"/>
    <w:rsid w:val="00560646"/>
    <w:rsid w:val="00574549"/>
    <w:rsid w:val="0059090C"/>
    <w:rsid w:val="0059327F"/>
    <w:rsid w:val="005A33F4"/>
    <w:rsid w:val="005C0345"/>
    <w:rsid w:val="005D05AC"/>
    <w:rsid w:val="005F13AD"/>
    <w:rsid w:val="00604C62"/>
    <w:rsid w:val="00630F7F"/>
    <w:rsid w:val="00632AFE"/>
    <w:rsid w:val="00641A28"/>
    <w:rsid w:val="0064435F"/>
    <w:rsid w:val="006715C7"/>
    <w:rsid w:val="00671E1A"/>
    <w:rsid w:val="006A1F97"/>
    <w:rsid w:val="006C2494"/>
    <w:rsid w:val="006D3F87"/>
    <w:rsid w:val="006D413D"/>
    <w:rsid w:val="006D470F"/>
    <w:rsid w:val="006F315A"/>
    <w:rsid w:val="006F424B"/>
    <w:rsid w:val="00700F0C"/>
    <w:rsid w:val="00710F17"/>
    <w:rsid w:val="00727E88"/>
    <w:rsid w:val="00735C5B"/>
    <w:rsid w:val="007527D1"/>
    <w:rsid w:val="00754B6F"/>
    <w:rsid w:val="00763398"/>
    <w:rsid w:val="00764126"/>
    <w:rsid w:val="00767F57"/>
    <w:rsid w:val="00775878"/>
    <w:rsid w:val="00781A4B"/>
    <w:rsid w:val="0078441B"/>
    <w:rsid w:val="007E0918"/>
    <w:rsid w:val="007F086E"/>
    <w:rsid w:val="007F790F"/>
    <w:rsid w:val="0080092C"/>
    <w:rsid w:val="00802691"/>
    <w:rsid w:val="00806F68"/>
    <w:rsid w:val="00826D1B"/>
    <w:rsid w:val="00872453"/>
    <w:rsid w:val="008777E2"/>
    <w:rsid w:val="0088709E"/>
    <w:rsid w:val="008902A6"/>
    <w:rsid w:val="008A1F24"/>
    <w:rsid w:val="008B2F3F"/>
    <w:rsid w:val="008D6117"/>
    <w:rsid w:val="008E598B"/>
    <w:rsid w:val="008E7A45"/>
    <w:rsid w:val="008F13DD"/>
    <w:rsid w:val="008F4DC3"/>
    <w:rsid w:val="00902AA4"/>
    <w:rsid w:val="00906239"/>
    <w:rsid w:val="009249DC"/>
    <w:rsid w:val="0092679A"/>
    <w:rsid w:val="00933A2B"/>
    <w:rsid w:val="009522CC"/>
    <w:rsid w:val="00961846"/>
    <w:rsid w:val="00976DDD"/>
    <w:rsid w:val="009821F4"/>
    <w:rsid w:val="009D06AC"/>
    <w:rsid w:val="009E5057"/>
    <w:rsid w:val="009F3B6C"/>
    <w:rsid w:val="009F3C1E"/>
    <w:rsid w:val="009F5C36"/>
    <w:rsid w:val="00A04749"/>
    <w:rsid w:val="00A10253"/>
    <w:rsid w:val="00A165B5"/>
    <w:rsid w:val="00A27F12"/>
    <w:rsid w:val="00A30579"/>
    <w:rsid w:val="00A52ED4"/>
    <w:rsid w:val="00A55084"/>
    <w:rsid w:val="00A72DCC"/>
    <w:rsid w:val="00A8015D"/>
    <w:rsid w:val="00AA2626"/>
    <w:rsid w:val="00AA72BF"/>
    <w:rsid w:val="00AA76C0"/>
    <w:rsid w:val="00AC601C"/>
    <w:rsid w:val="00AD2BDA"/>
    <w:rsid w:val="00AF7909"/>
    <w:rsid w:val="00B00B36"/>
    <w:rsid w:val="00B05944"/>
    <w:rsid w:val="00B077EC"/>
    <w:rsid w:val="00B15B24"/>
    <w:rsid w:val="00B2698B"/>
    <w:rsid w:val="00B341C0"/>
    <w:rsid w:val="00B428DA"/>
    <w:rsid w:val="00B4548B"/>
    <w:rsid w:val="00B475E7"/>
    <w:rsid w:val="00B63064"/>
    <w:rsid w:val="00B658B2"/>
    <w:rsid w:val="00B734EF"/>
    <w:rsid w:val="00B8247E"/>
    <w:rsid w:val="00B957E4"/>
    <w:rsid w:val="00BA3E89"/>
    <w:rsid w:val="00BA59D9"/>
    <w:rsid w:val="00BC26EA"/>
    <w:rsid w:val="00BE56DF"/>
    <w:rsid w:val="00BF4FB6"/>
    <w:rsid w:val="00BF7C15"/>
    <w:rsid w:val="00C031BB"/>
    <w:rsid w:val="00C178DF"/>
    <w:rsid w:val="00C265EE"/>
    <w:rsid w:val="00C32B23"/>
    <w:rsid w:val="00C55743"/>
    <w:rsid w:val="00C56BEE"/>
    <w:rsid w:val="00C6331C"/>
    <w:rsid w:val="00C90542"/>
    <w:rsid w:val="00C94EC5"/>
    <w:rsid w:val="00CA04AF"/>
    <w:rsid w:val="00CD1D2A"/>
    <w:rsid w:val="00D06A5A"/>
    <w:rsid w:val="00D10761"/>
    <w:rsid w:val="00D13615"/>
    <w:rsid w:val="00D23B27"/>
    <w:rsid w:val="00D249E9"/>
    <w:rsid w:val="00D36B51"/>
    <w:rsid w:val="00D42A13"/>
    <w:rsid w:val="00D43D6A"/>
    <w:rsid w:val="00D62BE6"/>
    <w:rsid w:val="00D728E8"/>
    <w:rsid w:val="00D72C0F"/>
    <w:rsid w:val="00D9543D"/>
    <w:rsid w:val="00D96D54"/>
    <w:rsid w:val="00DC3358"/>
    <w:rsid w:val="00DE07C4"/>
    <w:rsid w:val="00DE42BE"/>
    <w:rsid w:val="00DF404F"/>
    <w:rsid w:val="00E04959"/>
    <w:rsid w:val="00E07382"/>
    <w:rsid w:val="00E07F8A"/>
    <w:rsid w:val="00E221AB"/>
    <w:rsid w:val="00E4102E"/>
    <w:rsid w:val="00E57591"/>
    <w:rsid w:val="00E729A7"/>
    <w:rsid w:val="00E810A2"/>
    <w:rsid w:val="00E810AD"/>
    <w:rsid w:val="00E82FB0"/>
    <w:rsid w:val="00E93C9B"/>
    <w:rsid w:val="00EA07D2"/>
    <w:rsid w:val="00EB6522"/>
    <w:rsid w:val="00EE3F2F"/>
    <w:rsid w:val="00F00FEF"/>
    <w:rsid w:val="00F12679"/>
    <w:rsid w:val="00F166CD"/>
    <w:rsid w:val="00F24C62"/>
    <w:rsid w:val="00F27711"/>
    <w:rsid w:val="00F36679"/>
    <w:rsid w:val="00F42CB6"/>
    <w:rsid w:val="00F703F8"/>
    <w:rsid w:val="00F73F78"/>
    <w:rsid w:val="00F84204"/>
    <w:rsid w:val="00F94CE1"/>
    <w:rsid w:val="00FA0F9C"/>
    <w:rsid w:val="00FA5842"/>
    <w:rsid w:val="00FA6769"/>
    <w:rsid w:val="00FD03CA"/>
    <w:rsid w:val="00FD0E7D"/>
    <w:rsid w:val="00FE6CD6"/>
  </w:rsids>
  <m:mathPr>
    <m:mathFont m:val="Cambria Math"/>
    <m:brkBin m:val="before"/>
    <m:brkBinSub m:val="--"/>
    <m:smallFrac m:val="0"/>
    <m:dispDef/>
    <m:lMargin m:val="0"/>
    <m:rMargin m:val="0"/>
    <m:defJc m:val="centerGroup"/>
    <m:wrapIndent m:val="1440"/>
    <m:intLim m:val="subSup"/>
    <m:naryLim m:val="undOvr"/>
  </m:mathPr>
  <w:themeFontLang w:val="en-I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160740"/>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table" w:styleId="GridTable4-Accent1">
    <w:name w:val="Grid Table 4 Accent 1"/>
    <w:basedOn w:val="TableNormal"/>
    <w:uiPriority w:val="49"/>
    <w:rsid w:val="00186115"/>
    <w:rPr>
      <w:rFonts w:ascii="Calibri" w:eastAsia="Batang" w:hAnsi="Calibri"/>
      <w:lang w:val="en-GB" w:eastAsia="en-GB"/>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FootnoteText">
    <w:name w:val="footnote text"/>
    <w:basedOn w:val="Normal"/>
    <w:link w:val="FootnoteTextChar"/>
    <w:rsid w:val="00C55743"/>
    <w:pPr>
      <w:tabs>
        <w:tab w:val="clear" w:pos="851"/>
      </w:tabs>
      <w:snapToGrid w:val="0"/>
      <w:spacing w:after="180"/>
    </w:pPr>
    <w:rPr>
      <w:rFonts w:ascii="Times New Roman" w:hAnsi="Times New Roman"/>
      <w:sz w:val="20"/>
    </w:rPr>
  </w:style>
  <w:style w:type="character" w:customStyle="1" w:styleId="FootnoteTextChar">
    <w:name w:val="Footnote Text Char"/>
    <w:basedOn w:val="DefaultParagraphFont"/>
    <w:link w:val="FootnoteText"/>
    <w:rsid w:val="00C55743"/>
    <w:rPr>
      <w:lang w:val="en-GB"/>
    </w:rPr>
  </w:style>
  <w:style w:type="character" w:styleId="FootnoteReference">
    <w:name w:val="footnote reference"/>
    <w:basedOn w:val="DefaultParagraphFont"/>
    <w:rsid w:val="00C55743"/>
    <w:rPr>
      <w:vertAlign w:val="superscript"/>
    </w:rPr>
  </w:style>
  <w:style w:type="paragraph" w:styleId="ListParagraph">
    <w:name w:val="List Paragraph"/>
    <w:basedOn w:val="Normal"/>
    <w:uiPriority w:val="34"/>
    <w:qFormat/>
    <w:rsid w:val="00C55743"/>
    <w:pPr>
      <w:tabs>
        <w:tab w:val="clear" w:pos="851"/>
      </w:tabs>
      <w:spacing w:after="180"/>
      <w:ind w:leftChars="400" w:left="800"/>
    </w:pPr>
    <w:rPr>
      <w:rFonts w:ascii="Times New Roman" w:hAnsi="Times New Roman"/>
      <w:sz w:val="20"/>
    </w:rPr>
  </w:style>
  <w:style w:type="paragraph" w:styleId="Revision">
    <w:name w:val="Revision"/>
    <w:hidden/>
    <w:uiPriority w:val="99"/>
    <w:semiHidden/>
    <w:rsid w:val="00A10253"/>
    <w:rPr>
      <w:rFonts w:ascii="Calibri" w:hAnsi="Calibri"/>
      <w:sz w:val="22"/>
      <w:lang w:val="en-GB"/>
    </w:rPr>
  </w:style>
  <w:style w:type="character" w:styleId="Hyperlink">
    <w:name w:val="Hyperlink"/>
    <w:basedOn w:val="DefaultParagraphFont"/>
    <w:rsid w:val="00574549"/>
    <w:rPr>
      <w:color w:val="0563C1" w:themeColor="hyperlink"/>
      <w:u w:val="single"/>
    </w:rPr>
  </w:style>
  <w:style w:type="character" w:customStyle="1" w:styleId="UnresolvedMention1">
    <w:name w:val="Unresolved Mention1"/>
    <w:basedOn w:val="DefaultParagraphFont"/>
    <w:uiPriority w:val="99"/>
    <w:semiHidden/>
    <w:unhideWhenUsed/>
    <w:rsid w:val="00574549"/>
    <w:rPr>
      <w:color w:val="605E5C"/>
      <w:shd w:val="clear" w:color="auto" w:fill="E1DFDD"/>
    </w:rPr>
  </w:style>
  <w:style w:type="paragraph" w:styleId="BalloonText">
    <w:name w:val="Balloon Text"/>
    <w:basedOn w:val="Normal"/>
    <w:link w:val="BalloonTextChar"/>
    <w:rsid w:val="00322E82"/>
    <w:rPr>
      <w:rFonts w:ascii="Segoe UI" w:hAnsi="Segoe UI" w:cs="Segoe UI"/>
      <w:sz w:val="18"/>
      <w:szCs w:val="18"/>
    </w:rPr>
  </w:style>
  <w:style w:type="character" w:customStyle="1" w:styleId="BalloonTextChar">
    <w:name w:val="Balloon Text Char"/>
    <w:basedOn w:val="DefaultParagraphFont"/>
    <w:link w:val="BalloonText"/>
    <w:rsid w:val="00322E82"/>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891817">
      <w:bodyDiv w:val="1"/>
      <w:marLeft w:val="0"/>
      <w:marRight w:val="0"/>
      <w:marTop w:val="0"/>
      <w:marBottom w:val="0"/>
      <w:divBdr>
        <w:top w:val="none" w:sz="0" w:space="0" w:color="auto"/>
        <w:left w:val="none" w:sz="0" w:space="0" w:color="auto"/>
        <w:bottom w:val="none" w:sz="0" w:space="0" w:color="auto"/>
        <w:right w:val="none" w:sz="0" w:space="0" w:color="auto"/>
      </w:divBdr>
    </w:div>
    <w:div w:id="1531608945">
      <w:bodyDiv w:val="1"/>
      <w:marLeft w:val="0"/>
      <w:marRight w:val="0"/>
      <w:marTop w:val="0"/>
      <w:marBottom w:val="0"/>
      <w:divBdr>
        <w:top w:val="none" w:sz="0" w:space="0" w:color="auto"/>
        <w:left w:val="none" w:sz="0" w:space="0" w:color="auto"/>
        <w:bottom w:val="none" w:sz="0" w:space="0" w:color="auto"/>
        <w:right w:val="none" w:sz="0" w:space="0" w:color="auto"/>
      </w:divBdr>
    </w:div>
    <w:div w:id="214607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FD9FFC-6555-4D53-9297-7DB29D2D60AB}">
  <ds:schemaRefs>
    <ds:schemaRef ds:uri="http://schemas.microsoft.com/sharepoint/v3/contenttype/forms"/>
  </ds:schemaRefs>
</ds:datastoreItem>
</file>

<file path=customXml/itemProps2.xml><?xml version="1.0" encoding="utf-8"?>
<ds:datastoreItem xmlns:ds="http://schemas.openxmlformats.org/officeDocument/2006/customXml" ds:itemID="{458183C4-B2B2-4549-970A-FD5E58784B44}">
  <ds:schemaRefs>
    <ds:schemaRef ds:uri="http://schemas.openxmlformats.org/officeDocument/2006/bibliography"/>
  </ds:schemaRefs>
</ds:datastoreItem>
</file>

<file path=customXml/itemProps3.xml><?xml version="1.0" encoding="utf-8"?>
<ds:datastoreItem xmlns:ds="http://schemas.openxmlformats.org/officeDocument/2006/customXml" ds:itemID="{A9A532F3-22DC-403F-A04A-D3174D485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266</Words>
  <Characters>1519</Characters>
  <Application>Microsoft Office Word</Application>
  <DocSecurity>0</DocSecurity>
  <Lines>12</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6</cp:revision>
  <cp:lastPrinted>2006-10-19T11:49:00Z</cp:lastPrinted>
  <dcterms:created xsi:type="dcterms:W3CDTF">2024-04-24T13:50:00Z</dcterms:created>
  <dcterms:modified xsi:type="dcterms:W3CDTF">2024-08-30T16:29:00Z</dcterms:modified>
</cp:coreProperties>
</file>